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288"/>
        <w:gridCol w:w="5498"/>
      </w:tblGrid>
      <w:tr w:rsidR="00F97E57" w:rsidTr="001D40BA">
        <w:tc>
          <w:tcPr>
            <w:tcW w:w="9288" w:type="dxa"/>
          </w:tcPr>
          <w:p w:rsidR="00F97E57" w:rsidRDefault="00F97E57" w:rsidP="004324AB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498" w:type="dxa"/>
          </w:tcPr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>Приложение № 1</w:t>
            </w:r>
          </w:p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>к административному</w:t>
            </w:r>
          </w:p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>регламенту предоставления</w:t>
            </w:r>
          </w:p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 xml:space="preserve">администрацией муниципального </w:t>
            </w:r>
          </w:p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>образования Щербиновский район</w:t>
            </w:r>
          </w:p>
          <w:p w:rsidR="00F97E57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 xml:space="preserve">муниципальной услуги </w:t>
            </w:r>
          </w:p>
          <w:p w:rsidR="00F97E57" w:rsidRPr="00C049F8" w:rsidRDefault="00F97E57" w:rsidP="00C049F8">
            <w:pPr>
              <w:overflowPunct w:val="0"/>
              <w:autoSpaceDE w:val="0"/>
              <w:autoSpaceDN w:val="0"/>
              <w:adjustRightInd w:val="0"/>
            </w:pPr>
            <w:r>
              <w:t>«Предоставления информации о текущей успеваемости учащегося, ведение электронного дневника и электронного журнала успеваемости»</w:t>
            </w:r>
          </w:p>
          <w:p w:rsidR="00F97E57" w:rsidRDefault="00F97E57" w:rsidP="004324AB">
            <w:pPr>
              <w:suppressAutoHyphens/>
              <w:autoSpaceDE w:val="0"/>
              <w:autoSpaceDN w:val="0"/>
              <w:adjustRightInd w:val="0"/>
              <w:ind w:left="9912" w:firstLine="708"/>
              <w:jc w:val="center"/>
              <w:outlineLvl w:val="0"/>
            </w:pPr>
            <w:r>
              <w:rPr>
                <w:b/>
                <w:bCs/>
              </w:rPr>
              <w:t>П</w:t>
            </w:r>
          </w:p>
          <w:p w:rsidR="00F97E57" w:rsidRDefault="00F97E57" w:rsidP="00C049F8">
            <w:pPr>
              <w:pStyle w:val="ConsPlusTitle"/>
              <w:ind w:left="1416" w:firstLine="708"/>
              <w:jc w:val="center"/>
              <w:rPr>
                <w:rFonts w:cs="Times New Roman"/>
                <w:b w:val="0"/>
                <w:bCs w:val="0"/>
              </w:rPr>
            </w:pPr>
          </w:p>
        </w:tc>
      </w:tr>
    </w:tbl>
    <w:p w:rsidR="00F97E57" w:rsidRDefault="00F97E57" w:rsidP="004324AB">
      <w:pPr>
        <w:suppressAutoHyphens/>
        <w:autoSpaceDE w:val="0"/>
        <w:autoSpaceDN w:val="0"/>
        <w:adjustRightInd w:val="0"/>
        <w:ind w:left="9912" w:firstLine="708"/>
        <w:jc w:val="center"/>
        <w:outlineLvl w:val="0"/>
        <w:rPr>
          <w:b/>
          <w:bCs/>
        </w:rPr>
      </w:pPr>
    </w:p>
    <w:p w:rsidR="00F97E57" w:rsidRDefault="00F97E57" w:rsidP="004324AB">
      <w:pPr>
        <w:pStyle w:val="Heading4"/>
        <w:spacing w:before="0"/>
        <w:jc w:val="center"/>
        <w:rPr>
          <w:rFonts w:ascii="Times New Roman" w:hAnsi="Times New Roman" w:cs="Times New Roman"/>
          <w:sz w:val="20"/>
          <w:szCs w:val="20"/>
        </w:rPr>
      </w:pPr>
    </w:p>
    <w:p w:rsidR="00F97E57" w:rsidRDefault="00F97E57" w:rsidP="00473266"/>
    <w:p w:rsidR="00F97E57" w:rsidRDefault="00F97E57" w:rsidP="00473266"/>
    <w:p w:rsidR="00F97E57" w:rsidRPr="00576099" w:rsidRDefault="00F97E57" w:rsidP="004732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4702"/>
        <w:gridCol w:w="1985"/>
        <w:gridCol w:w="992"/>
        <w:gridCol w:w="2410"/>
        <w:gridCol w:w="2126"/>
        <w:gridCol w:w="2062"/>
      </w:tblGrid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4702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Ф.И.О руководителя</w:t>
            </w:r>
          </w:p>
        </w:tc>
        <w:tc>
          <w:tcPr>
            <w:tcW w:w="992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Раб.тел.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Адрес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Электронная почта</w:t>
            </w:r>
          </w:p>
        </w:tc>
        <w:tc>
          <w:tcPr>
            <w:tcW w:w="2062" w:type="dxa"/>
          </w:tcPr>
          <w:p w:rsidR="00F97E57" w:rsidRPr="00695AB4" w:rsidRDefault="00F97E57" w:rsidP="004B35B4">
            <w:pPr>
              <w:jc w:val="center"/>
              <w:rPr>
                <w:i/>
                <w:iCs/>
                <w:sz w:val="20"/>
                <w:szCs w:val="20"/>
              </w:rPr>
            </w:pPr>
            <w:r w:rsidRPr="00695AB4">
              <w:rPr>
                <w:i/>
                <w:iCs/>
                <w:sz w:val="20"/>
                <w:szCs w:val="20"/>
              </w:rPr>
              <w:t>Сайт</w:t>
            </w:r>
          </w:p>
        </w:tc>
      </w:tr>
      <w:tr w:rsidR="00F97E57" w:rsidRPr="00695AB4">
        <w:trPr>
          <w:cantSplit/>
          <w:trHeight w:val="246"/>
          <w:jc w:val="center"/>
        </w:trPr>
        <w:tc>
          <w:tcPr>
            <w:tcW w:w="509" w:type="dxa"/>
          </w:tcPr>
          <w:p w:rsidR="00F97E57" w:rsidRPr="00695AB4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 им. Ляпидевского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Гарькавая Лариса Васильевна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4-23-71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353C25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ул.Лермонтова 37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5" w:history="1">
              <w:r w:rsidRPr="00D606F5">
                <w:rPr>
                  <w:rStyle w:val="Hyperlink"/>
                  <w:sz w:val="20"/>
                  <w:szCs w:val="20"/>
                </w:rPr>
                <w:t>school1@srb.kubannet.ru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6" w:history="1">
              <w:r w:rsidRPr="00993373">
                <w:rPr>
                  <w:rStyle w:val="Hyperlink"/>
                  <w:sz w:val="20"/>
                  <w:szCs w:val="20"/>
                </w:rPr>
                <w:t>http://moysoh1.wix.com/soh1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№2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Галкина Галина Анатольевна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4-23-47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улица Красноармейская, 16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7" w:history="1">
              <w:r w:rsidRPr="00D606F5">
                <w:rPr>
                  <w:rStyle w:val="Hyperlink"/>
                  <w:sz w:val="20"/>
                  <w:szCs w:val="20"/>
                </w:rPr>
                <w:t>school2@srb.kubannet.ru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8" w:history="1">
              <w:r w:rsidRPr="00993373">
                <w:rPr>
                  <w:rStyle w:val="Hyperlink"/>
                  <w:sz w:val="20"/>
                  <w:szCs w:val="20"/>
                </w:rPr>
                <w:t>http://moysoh1.wix.com/soh1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№3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Алла Викторовна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7-78-63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 Щербиновский район, станица Старощербиновская, улица Шевченко, 156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9" w:history="1">
              <w:r w:rsidRPr="00D606F5">
                <w:rPr>
                  <w:rStyle w:val="Hyperlink"/>
                  <w:sz w:val="20"/>
                  <w:szCs w:val="20"/>
                </w:rPr>
                <w:t>school3@srb.kubannet.ru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10" w:history="1">
              <w:r w:rsidRPr="00993373">
                <w:rPr>
                  <w:rStyle w:val="Hyperlink"/>
                  <w:color w:val="2A61F3"/>
                  <w:sz w:val="20"/>
                  <w:szCs w:val="20"/>
                </w:rPr>
                <w:t>http://school3-sh.ucoz.ru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основная общеобразовательная школа №4 муниципального образования Щербиновский район х. Любимов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Назаренко Ирина Викторовна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3-31-41</w:t>
            </w:r>
          </w:p>
        </w:tc>
        <w:tc>
          <w:tcPr>
            <w:tcW w:w="2410" w:type="dxa"/>
          </w:tcPr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353644</w:t>
            </w:r>
          </w:p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Краснодарский край Щербиновский район хутор Любимов улица Мира 2/2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11" w:history="1">
              <w:r w:rsidRPr="00D606F5">
                <w:rPr>
                  <w:rStyle w:val="Hyperlink"/>
                  <w:sz w:val="20"/>
                  <w:szCs w:val="20"/>
                </w:rPr>
                <w:t>school4@srb.kubannet.ru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12" w:history="1">
              <w:r w:rsidRPr="00993373">
                <w:rPr>
                  <w:rStyle w:val="Hyperlink"/>
                  <w:color w:val="0040EB"/>
                  <w:sz w:val="20"/>
                  <w:szCs w:val="20"/>
                </w:rPr>
                <w:t>http://ljubimov.ucoz.ru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№5 муниципального образования Щербиновский район ст. Старощербиновская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Новохацкая Инна Вячеславовна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4-21-80</w:t>
            </w:r>
          </w:p>
        </w:tc>
        <w:tc>
          <w:tcPr>
            <w:tcW w:w="2410" w:type="dxa"/>
          </w:tcPr>
          <w:p w:rsidR="00F97E57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353620, Россия, Краснодарский край,</w:t>
            </w:r>
          </w:p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район, ст. Старощербиновская, ул. Тельмана, 183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13" w:history="1">
              <w:r w:rsidRPr="00D606F5">
                <w:rPr>
                  <w:rStyle w:val="Hyperlink"/>
                  <w:sz w:val="20"/>
                  <w:szCs w:val="20"/>
                </w:rPr>
                <w:t>school5@srb.kubannet.ru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14" w:history="1">
              <w:r w:rsidRPr="00993373">
                <w:rPr>
                  <w:rStyle w:val="Hyperlink"/>
                  <w:sz w:val="20"/>
                  <w:szCs w:val="20"/>
                </w:rPr>
                <w:t>http://school5sst.jimdo.ru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автономное общеобразовательное учреждение средняя общеобразовательная школа №6 муниципального образования Щербиновский район с. Екатериновка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Лысенко Оксана Вениаминовна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3-84-32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353645, Россия, Краснодарский край, Щербиновский район, с.Екатериновка, ул. Калинина, 50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15" w:history="1">
              <w:r w:rsidRPr="00D606F5">
                <w:rPr>
                  <w:rStyle w:val="Hyperlink"/>
                  <w:sz w:val="20"/>
                  <w:szCs w:val="20"/>
                </w:rPr>
                <w:t>school6@srb.kubannet.ru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16" w:history="1">
              <w:r w:rsidRPr="00993373">
                <w:rPr>
                  <w:rStyle w:val="Hyperlink"/>
                  <w:sz w:val="20"/>
                  <w:szCs w:val="20"/>
                </w:rPr>
                <w:t>http://sosch6ekaterinovka.jimdo.com</w:t>
              </w:r>
            </w:hyperlink>
            <w:r w:rsidRPr="00993373">
              <w:rPr>
                <w:rStyle w:val="Strong"/>
                <w:sz w:val="20"/>
                <w:szCs w:val="20"/>
              </w:rPr>
              <w:t xml:space="preserve"> </w:t>
            </w:r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№7 муниципального образования Щербиновский район с. Ейское Укрепление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Котельникова Наталья Леонидовна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3-71-52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353640, Краснодарский край, Щербиновский район, село Ейское Укрепление, ул.Суворова,21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17" w:history="1">
              <w:r w:rsidRPr="00D606F5">
                <w:rPr>
                  <w:rStyle w:val="Hyperlink"/>
                  <w:sz w:val="20"/>
                  <w:szCs w:val="20"/>
                </w:rPr>
                <w:t>school7@srb.kubannet.ru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18" w:history="1">
              <w:r w:rsidRPr="00993373">
                <w:rPr>
                  <w:rStyle w:val="Hyperlink"/>
                  <w:sz w:val="20"/>
                  <w:szCs w:val="20"/>
                </w:rPr>
                <w:t>http://schoolseveney.jimbo.com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№8 муниципального образования Щербиновский район с. Никола</w:t>
            </w:r>
            <w:r>
              <w:rPr>
                <w:sz w:val="20"/>
                <w:szCs w:val="20"/>
              </w:rPr>
              <w:t>е</w:t>
            </w:r>
            <w:r w:rsidRPr="009C7359">
              <w:rPr>
                <w:sz w:val="20"/>
                <w:szCs w:val="20"/>
              </w:rPr>
              <w:t>вка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Кудрявец Любовь Леонидовна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3-28-72</w:t>
            </w:r>
          </w:p>
        </w:tc>
        <w:tc>
          <w:tcPr>
            <w:tcW w:w="2410" w:type="dxa"/>
          </w:tcPr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353641, Россия,</w:t>
            </w:r>
          </w:p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Краснодарский край,</w:t>
            </w:r>
          </w:p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район,</w:t>
            </w:r>
          </w:p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село Николаевка,</w:t>
            </w:r>
          </w:p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улица Первомайская,31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19" w:history="1">
              <w:r w:rsidRPr="00D606F5">
                <w:rPr>
                  <w:rStyle w:val="Hyperlink"/>
                  <w:sz w:val="20"/>
                  <w:szCs w:val="20"/>
                </w:rPr>
                <w:t>school8@srb.kubannet.ru</w:t>
              </w:r>
            </w:hyperlink>
          </w:p>
        </w:tc>
        <w:tc>
          <w:tcPr>
            <w:tcW w:w="2062" w:type="dxa"/>
          </w:tcPr>
          <w:p w:rsidR="00F97E57" w:rsidRPr="00993373" w:rsidRDefault="00F97E57" w:rsidP="004B35B4">
            <w:pPr>
              <w:rPr>
                <w:sz w:val="20"/>
                <w:szCs w:val="20"/>
              </w:rPr>
            </w:pPr>
            <w:hyperlink r:id="rId20" w:history="1">
              <w:r w:rsidRPr="00993373">
                <w:rPr>
                  <w:rStyle w:val="Hyperlink"/>
                  <w:sz w:val="20"/>
                  <w:szCs w:val="20"/>
                </w:rPr>
                <w:t>http://kuban-school8.jimdo.com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№9 муниципального образования Щербиновский район ст. Новощербиновская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Лобас Светлана Николаевна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3-05-47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353632, Краснодарский край, Щербиновский район станица Новощербиновская, ул. Мира, 39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21" w:history="1">
              <w:r w:rsidRPr="00D606F5">
                <w:rPr>
                  <w:rStyle w:val="Hyperlink"/>
                  <w:sz w:val="20"/>
                  <w:szCs w:val="20"/>
                </w:rPr>
                <w:t>school9@srb.kubannet.ru</w:t>
              </w:r>
            </w:hyperlink>
          </w:p>
        </w:tc>
        <w:tc>
          <w:tcPr>
            <w:tcW w:w="2062" w:type="dxa"/>
          </w:tcPr>
          <w:p w:rsidR="00F97E57" w:rsidRPr="009D67D3" w:rsidRDefault="00F97E57" w:rsidP="004B35B4">
            <w:pPr>
              <w:rPr>
                <w:sz w:val="20"/>
                <w:szCs w:val="20"/>
              </w:rPr>
            </w:pPr>
            <w:hyperlink r:id="rId22" w:history="1">
              <w:r w:rsidRPr="009D67D3">
                <w:rPr>
                  <w:rStyle w:val="Hyperlink"/>
                  <w:color w:val="0040EB"/>
                  <w:sz w:val="20"/>
                  <w:szCs w:val="20"/>
                </w:rPr>
                <w:t>http://mbouschool9.do.am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№10 муниципального образования Щербиновский район ст. Новощербиновская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Соломаха Наталья Николаевна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3-05-34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353632, Краснодарский край Щербиновский район ст. Новощербиновская, ул. Советов, 7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23" w:history="1">
              <w:r w:rsidRPr="00D606F5">
                <w:rPr>
                  <w:rStyle w:val="Hyperlink"/>
                  <w:sz w:val="20"/>
                  <w:szCs w:val="20"/>
                </w:rPr>
                <w:t>school10@srb.kubannet.ru</w:t>
              </w:r>
            </w:hyperlink>
          </w:p>
        </w:tc>
        <w:tc>
          <w:tcPr>
            <w:tcW w:w="2062" w:type="dxa"/>
          </w:tcPr>
          <w:p w:rsidR="00F97E57" w:rsidRPr="009D67D3" w:rsidRDefault="00F97E57" w:rsidP="004B35B4">
            <w:pPr>
              <w:rPr>
                <w:sz w:val="20"/>
                <w:szCs w:val="20"/>
              </w:rPr>
            </w:pPr>
            <w:hyperlink r:id="rId24" w:history="1">
              <w:r w:rsidRPr="009D67D3">
                <w:rPr>
                  <w:rStyle w:val="Hyperlink"/>
                  <w:sz w:val="20"/>
                  <w:szCs w:val="20"/>
                </w:rPr>
                <w:t>http://mbou-shkola10.ucoz.ru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№11 муниципального образования Щербиновский район с. Шабельское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 Людмила Викторовна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3-59-62</w:t>
            </w:r>
          </w:p>
        </w:tc>
        <w:tc>
          <w:tcPr>
            <w:tcW w:w="2410" w:type="dxa"/>
          </w:tcPr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353643 Краснодарский край</w:t>
            </w:r>
          </w:p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Щербиновский район</w:t>
            </w:r>
          </w:p>
          <w:p w:rsidR="00F97E57" w:rsidRPr="0079185B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Село Шабельское</w:t>
            </w:r>
          </w:p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Улица Мира, 34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25" w:history="1">
              <w:r w:rsidRPr="00D606F5">
                <w:rPr>
                  <w:rStyle w:val="Hyperlink"/>
                  <w:sz w:val="20"/>
                  <w:szCs w:val="20"/>
                </w:rPr>
                <w:t>school11@srb.kubannet.ru</w:t>
              </w:r>
            </w:hyperlink>
          </w:p>
        </w:tc>
        <w:tc>
          <w:tcPr>
            <w:tcW w:w="2062" w:type="dxa"/>
          </w:tcPr>
          <w:p w:rsidR="00F97E57" w:rsidRPr="009D67D3" w:rsidRDefault="00F97E57" w:rsidP="004B35B4">
            <w:pPr>
              <w:rPr>
                <w:sz w:val="20"/>
                <w:szCs w:val="20"/>
              </w:rPr>
            </w:pPr>
            <w:hyperlink r:id="rId26" w:history="1">
              <w:r w:rsidRPr="009D67D3">
                <w:rPr>
                  <w:rStyle w:val="Hyperlink"/>
                  <w:color w:val="0040EB"/>
                  <w:sz w:val="20"/>
                  <w:szCs w:val="20"/>
                </w:rPr>
                <w:t>http://mbousoch11.ucoz.ru/</w:t>
              </w:r>
            </w:hyperlink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№12 муниципального образования Щербиновский район с. Глафировка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Ратушная Вера Алексеевна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3-43-82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353642, Краснодарский край, Щербиновский район, Село Глафировка, ул. Калинина 6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27" w:history="1">
              <w:r w:rsidRPr="00D606F5">
                <w:rPr>
                  <w:rStyle w:val="Hyperlink"/>
                  <w:sz w:val="20"/>
                  <w:szCs w:val="20"/>
                </w:rPr>
                <w:t>school12@srb.kubannet.ru</w:t>
              </w:r>
            </w:hyperlink>
          </w:p>
        </w:tc>
        <w:tc>
          <w:tcPr>
            <w:tcW w:w="2062" w:type="dxa"/>
          </w:tcPr>
          <w:p w:rsidR="00F97E57" w:rsidRPr="00773335" w:rsidRDefault="00F97E57" w:rsidP="004B35B4">
            <w:pPr>
              <w:rPr>
                <w:rStyle w:val="Strong"/>
                <w:b w:val="0"/>
                <w:bCs w:val="0"/>
                <w:sz w:val="20"/>
                <w:szCs w:val="20"/>
              </w:rPr>
            </w:pPr>
            <w:hyperlink r:id="rId28" w:history="1">
              <w:r w:rsidRPr="00D606F5">
                <w:rPr>
                  <w:rStyle w:val="Hyperlink"/>
                  <w:sz w:val="20"/>
                  <w:szCs w:val="20"/>
                </w:rPr>
                <w:t>http://school12srb.uc</w:t>
              </w:r>
              <w:r w:rsidRPr="00D606F5">
                <w:rPr>
                  <w:rStyle w:val="Hyperlink"/>
                  <w:sz w:val="20"/>
                  <w:szCs w:val="20"/>
                  <w:lang w:val="en-US"/>
                </w:rPr>
                <w:t>o</w:t>
              </w:r>
              <w:r w:rsidRPr="00D606F5">
                <w:rPr>
                  <w:rStyle w:val="Hyperlink"/>
                  <w:sz w:val="20"/>
                  <w:szCs w:val="20"/>
                </w:rPr>
                <w:t>z.ru</w:t>
              </w:r>
            </w:hyperlink>
            <w:r>
              <w:rPr>
                <w:rStyle w:val="Strong"/>
                <w:sz w:val="20"/>
                <w:szCs w:val="20"/>
              </w:rPr>
              <w:t xml:space="preserve">  </w:t>
            </w:r>
            <w:r w:rsidRPr="00773335">
              <w:rPr>
                <w:rStyle w:val="Strong"/>
                <w:sz w:val="20"/>
                <w:szCs w:val="20"/>
              </w:rPr>
              <w:t xml:space="preserve"> </w:t>
            </w:r>
          </w:p>
        </w:tc>
      </w:tr>
      <w:tr w:rsidR="00F97E57" w:rsidRPr="00695AB4">
        <w:trPr>
          <w:cantSplit/>
          <w:jc w:val="center"/>
        </w:trPr>
        <w:tc>
          <w:tcPr>
            <w:tcW w:w="509" w:type="dxa"/>
          </w:tcPr>
          <w:p w:rsidR="00F97E57" w:rsidRPr="009A19CF" w:rsidRDefault="00F97E57" w:rsidP="00473266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702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9C7359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№13 муниципального образования Щербиновский район п. Щербиновский</w:t>
            </w:r>
          </w:p>
        </w:tc>
        <w:tc>
          <w:tcPr>
            <w:tcW w:w="1985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Почуйко Альберт Николаевич</w:t>
            </w:r>
          </w:p>
        </w:tc>
        <w:tc>
          <w:tcPr>
            <w:tcW w:w="992" w:type="dxa"/>
          </w:tcPr>
          <w:p w:rsidR="00F97E57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8(86151)</w:t>
            </w:r>
          </w:p>
          <w:p w:rsidR="00F97E57" w:rsidRPr="00695AB4" w:rsidRDefault="00F97E57" w:rsidP="004B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3-11-86</w:t>
            </w:r>
          </w:p>
        </w:tc>
        <w:tc>
          <w:tcPr>
            <w:tcW w:w="2410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r w:rsidRPr="0079185B">
              <w:rPr>
                <w:sz w:val="20"/>
                <w:szCs w:val="20"/>
              </w:rPr>
              <w:t>353631 Краснодарский край, Щербиновский район, п. Щербиновский, Карла Маркса 12</w:t>
            </w:r>
          </w:p>
        </w:tc>
        <w:tc>
          <w:tcPr>
            <w:tcW w:w="2126" w:type="dxa"/>
          </w:tcPr>
          <w:p w:rsidR="00F97E57" w:rsidRPr="00695AB4" w:rsidRDefault="00F97E57" w:rsidP="004B35B4">
            <w:pPr>
              <w:rPr>
                <w:sz w:val="20"/>
                <w:szCs w:val="20"/>
              </w:rPr>
            </w:pPr>
            <w:hyperlink r:id="rId29" w:history="1">
              <w:r w:rsidRPr="00D606F5">
                <w:rPr>
                  <w:rStyle w:val="Hyperlink"/>
                  <w:sz w:val="20"/>
                  <w:szCs w:val="20"/>
                </w:rPr>
                <w:t>school13@srb.kubannet.ru</w:t>
              </w:r>
            </w:hyperlink>
          </w:p>
        </w:tc>
        <w:tc>
          <w:tcPr>
            <w:tcW w:w="2062" w:type="dxa"/>
          </w:tcPr>
          <w:p w:rsidR="00F97E57" w:rsidRPr="009D67D3" w:rsidRDefault="00F97E57" w:rsidP="004B35B4">
            <w:pPr>
              <w:rPr>
                <w:sz w:val="20"/>
                <w:szCs w:val="20"/>
              </w:rPr>
            </w:pPr>
            <w:hyperlink r:id="rId30" w:history="1">
              <w:r w:rsidRPr="009D67D3">
                <w:rPr>
                  <w:rStyle w:val="Hyperlink"/>
                  <w:sz w:val="20"/>
                  <w:szCs w:val="20"/>
                </w:rPr>
                <w:t>http://school13srb.ucoz.ru/</w:t>
              </w:r>
            </w:hyperlink>
          </w:p>
        </w:tc>
      </w:tr>
    </w:tbl>
    <w:p w:rsidR="00F97E57" w:rsidRDefault="00F97E57" w:rsidP="00473266">
      <w:pPr>
        <w:overflowPunct w:val="0"/>
        <w:autoSpaceDE w:val="0"/>
        <w:autoSpaceDN w:val="0"/>
        <w:adjustRightInd w:val="0"/>
      </w:pPr>
    </w:p>
    <w:p w:rsidR="00F97E57" w:rsidRDefault="00F97E57" w:rsidP="00473266">
      <w:pPr>
        <w:overflowPunct w:val="0"/>
        <w:autoSpaceDE w:val="0"/>
        <w:autoSpaceDN w:val="0"/>
        <w:adjustRightInd w:val="0"/>
      </w:pPr>
      <w:bookmarkStart w:id="0" w:name="_GoBack"/>
      <w:bookmarkEnd w:id="0"/>
    </w:p>
    <w:p w:rsidR="00F97E57" w:rsidRDefault="00F97E57"/>
    <w:sectPr w:rsidR="00F97E57" w:rsidSect="004732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266"/>
    <w:rsid w:val="001D40BA"/>
    <w:rsid w:val="00353C25"/>
    <w:rsid w:val="004324AB"/>
    <w:rsid w:val="00473266"/>
    <w:rsid w:val="004B35B4"/>
    <w:rsid w:val="00576099"/>
    <w:rsid w:val="00695AB4"/>
    <w:rsid w:val="00737F90"/>
    <w:rsid w:val="00773335"/>
    <w:rsid w:val="0079185B"/>
    <w:rsid w:val="008316BC"/>
    <w:rsid w:val="00976493"/>
    <w:rsid w:val="00993373"/>
    <w:rsid w:val="009A19CF"/>
    <w:rsid w:val="009C7359"/>
    <w:rsid w:val="009D67D3"/>
    <w:rsid w:val="00B12B33"/>
    <w:rsid w:val="00C049F8"/>
    <w:rsid w:val="00CF0D35"/>
    <w:rsid w:val="00D606F5"/>
    <w:rsid w:val="00F97E57"/>
    <w:rsid w:val="00FF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266"/>
    <w:rPr>
      <w:rFonts w:ascii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3266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73266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73266"/>
    <w:rPr>
      <w:color w:val="0000FF"/>
      <w:u w:val="single"/>
    </w:rPr>
  </w:style>
  <w:style w:type="paragraph" w:customStyle="1" w:styleId="ConsPlusTitle">
    <w:name w:val="ConsPlusTitle"/>
    <w:uiPriority w:val="99"/>
    <w:rsid w:val="004732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Strong">
    <w:name w:val="Strong"/>
    <w:basedOn w:val="DefaultParagraphFont"/>
    <w:uiPriority w:val="99"/>
    <w:qFormat/>
    <w:rsid w:val="00473266"/>
    <w:rPr>
      <w:b/>
      <w:bCs/>
    </w:rPr>
  </w:style>
  <w:style w:type="table" w:styleId="TableGrid">
    <w:name w:val="Table Grid"/>
    <w:basedOn w:val="TableNormal"/>
    <w:uiPriority w:val="99"/>
    <w:locked/>
    <w:rsid w:val="004324A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ysoh1.wix.com/soh1" TargetMode="External"/><Relationship Id="rId13" Type="http://schemas.openxmlformats.org/officeDocument/2006/relationships/hyperlink" Target="mailto:school5@srb.kubannet.ru" TargetMode="External"/><Relationship Id="rId18" Type="http://schemas.openxmlformats.org/officeDocument/2006/relationships/hyperlink" Target="http://schoolseveney.jimdo.com" TargetMode="External"/><Relationship Id="rId26" Type="http://schemas.openxmlformats.org/officeDocument/2006/relationships/hyperlink" Target="http://mbousoch11.ucoz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chool9@srb.kubannet.ru" TargetMode="External"/><Relationship Id="rId7" Type="http://schemas.openxmlformats.org/officeDocument/2006/relationships/hyperlink" Target="mailto:school2@srb.kubannet.ru" TargetMode="External"/><Relationship Id="rId12" Type="http://schemas.openxmlformats.org/officeDocument/2006/relationships/hyperlink" Target="http://ljubimov.ucoz.ru" TargetMode="External"/><Relationship Id="rId17" Type="http://schemas.openxmlformats.org/officeDocument/2006/relationships/hyperlink" Target="mailto:school7@srb.kubannet.ru" TargetMode="External"/><Relationship Id="rId25" Type="http://schemas.openxmlformats.org/officeDocument/2006/relationships/hyperlink" Target="mailto:school11@srb.kubanne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osch6ekaterinovka.jimdo.com" TargetMode="External"/><Relationship Id="rId20" Type="http://schemas.openxmlformats.org/officeDocument/2006/relationships/hyperlink" Target="http://kuban-school8.jimdo.com" TargetMode="External"/><Relationship Id="rId29" Type="http://schemas.openxmlformats.org/officeDocument/2006/relationships/hyperlink" Target="mailto:school13@srb.kubanne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ysoh1.wix.com/soh1" TargetMode="External"/><Relationship Id="rId11" Type="http://schemas.openxmlformats.org/officeDocument/2006/relationships/hyperlink" Target="mailto:school4@srb.kubannet.ru" TargetMode="External"/><Relationship Id="rId24" Type="http://schemas.openxmlformats.org/officeDocument/2006/relationships/hyperlink" Target="http://mbou-shkola10.ucoz.ru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school1@srb.kubannet.ru" TargetMode="External"/><Relationship Id="rId15" Type="http://schemas.openxmlformats.org/officeDocument/2006/relationships/hyperlink" Target="mailto:school6@srb.kubannet.ru" TargetMode="External"/><Relationship Id="rId23" Type="http://schemas.openxmlformats.org/officeDocument/2006/relationships/hyperlink" Target="mailto:school10@srb.kubannet.ru" TargetMode="External"/><Relationship Id="rId28" Type="http://schemas.openxmlformats.org/officeDocument/2006/relationships/hyperlink" Target="http://school12srb.ucoz.ru" TargetMode="External"/><Relationship Id="rId10" Type="http://schemas.openxmlformats.org/officeDocument/2006/relationships/hyperlink" Target="http://school3-sh.ucoz.ru" TargetMode="External"/><Relationship Id="rId19" Type="http://schemas.openxmlformats.org/officeDocument/2006/relationships/hyperlink" Target="mailto:school8@srb.kubanne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chool3@srb.kubannet.ru" TargetMode="External"/><Relationship Id="rId14" Type="http://schemas.openxmlformats.org/officeDocument/2006/relationships/hyperlink" Target="http://school5sst.jimdo.com" TargetMode="External"/><Relationship Id="rId22" Type="http://schemas.openxmlformats.org/officeDocument/2006/relationships/hyperlink" Target="http://mbouschool9.do.am" TargetMode="External"/><Relationship Id="rId27" Type="http://schemas.openxmlformats.org/officeDocument/2006/relationships/hyperlink" Target="mailto:school12@srb.kubannet.ru" TargetMode="External"/><Relationship Id="rId30" Type="http://schemas.openxmlformats.org/officeDocument/2006/relationships/hyperlink" Target="http://school13srb.ucoz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900</Words>
  <Characters>5132</Characters>
  <Application>Microsoft Office Outlook</Application>
  <DocSecurity>0</DocSecurity>
  <Lines>0</Lines>
  <Paragraphs>0</Paragraphs>
  <ScaleCrop>false</ScaleCrop>
  <Company>RMK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Фризен</cp:lastModifiedBy>
  <cp:revision>2</cp:revision>
  <cp:lastPrinted>2015-05-26T07:41:00Z</cp:lastPrinted>
  <dcterms:created xsi:type="dcterms:W3CDTF">2015-05-26T06:50:00Z</dcterms:created>
  <dcterms:modified xsi:type="dcterms:W3CDTF">2015-05-26T07:45:00Z</dcterms:modified>
</cp:coreProperties>
</file>